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75FC248A" w14:textId="204947E8" w:rsidR="000C4A44" w:rsidRPr="000C4A44" w:rsidRDefault="00CC7E12" w:rsidP="000C4A44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0C4A44" w:rsidRPr="000C4A44">
        <w:rPr>
          <w:rFonts w:cstheme="minorHAnsi"/>
          <w:b/>
          <w:i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Rejonu Energetycznego Bełchatów - w obrębie gmin: Rusiec, Konopnica, Widawa, Burzenin, Brzeźnio</w:t>
      </w:r>
      <w:r w:rsidRPr="00CC7E12">
        <w:rPr>
          <w:rFonts w:cstheme="minorHAnsi"/>
        </w:rPr>
        <w:t xml:space="preserve">, nr </w:t>
      </w:r>
    </w:p>
    <w:p w14:paraId="63B1B52A" w14:textId="5BE1C606" w:rsidR="00CC7E12" w:rsidRPr="00CC7E12" w:rsidRDefault="000C4A44" w:rsidP="000C4A44">
      <w:pPr>
        <w:jc w:val="both"/>
        <w:rPr>
          <w:rFonts w:cstheme="minorHAnsi"/>
        </w:rPr>
      </w:pPr>
      <w:r w:rsidRPr="000C4A44">
        <w:rPr>
          <w:rFonts w:cstheme="minorHAnsi"/>
          <w:b/>
        </w:rPr>
        <w:t>POST/DYS/OLD/GZ/04242/2025</w:t>
      </w:r>
      <w:r w:rsidR="00CC7E12" w:rsidRPr="00CC7E12">
        <w:rPr>
          <w:rFonts w:cstheme="minorHAnsi"/>
        </w:rPr>
        <w:t xml:space="preserve">, prowadzonego przez </w:t>
      </w:r>
      <w:r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="00CC7E12"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0C4A44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143C0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43C08">
        <w:rPr>
          <w:rFonts w:eastAsia="Times New Roman" w:cs="Arial"/>
        </w:rPr>
        <w:t>, zaktualizowanym rozporządzeniem Rady (UE) 2025/2033 (Dz.U. L, 2025/2033 z 23.10.2025) dalej: rozporządzenie 2025/2033</w:t>
      </w:r>
      <w:r w:rsidRPr="00143C08">
        <w:t>.</w:t>
      </w:r>
      <w:r w:rsidRPr="00143C08">
        <w:rPr>
          <w:vertAlign w:val="superscript"/>
        </w:rPr>
        <w:footnoteReference w:id="1"/>
      </w:r>
    </w:p>
    <w:p w14:paraId="3EA3242A" w14:textId="3DC36BC4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43C0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64DBFE7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6BDDA3E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606B7E3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47806D4D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24EE0954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97AA62B" w14:textId="77777777" w:rsidR="000C4A44" w:rsidRDefault="000C4A44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C4A44">
            <w:rPr>
              <w:rFonts w:asciiTheme="majorHAnsi" w:hAnsiTheme="majorHAnsi"/>
              <w:color w:val="000000" w:themeColor="text1"/>
              <w:sz w:val="14"/>
              <w:szCs w:val="18"/>
            </w:rPr>
            <w:t>Sukcesywne wykonywanie prac projektowych i robót budowlanych polegających na wykonywaniu przyłączy lub linii niskiego napięcia dla celów przyłączenia nowych odbiorców na terenie PGE Dystrybucja S.A. Oddział Łódź na obszarze działania Rejonu Energetycznego Bełchatów - w obrębie gmin: Rusiec, Konopnica, Widawa, Burzenin, Brzeźnio</w:t>
          </w:r>
        </w:p>
        <w:p w14:paraId="5205B493" w14:textId="607311B1" w:rsidR="00347E8D" w:rsidRPr="006B2C28" w:rsidRDefault="000C4A44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</w:t>
          </w:r>
          <w:r w:rsidRPr="000C4A44">
            <w:rPr>
              <w:rFonts w:asciiTheme="majorHAnsi" w:hAnsiTheme="majorHAnsi"/>
              <w:color w:val="000000" w:themeColor="text1"/>
              <w:sz w:val="14"/>
              <w:szCs w:val="18"/>
            </w:rPr>
            <w:t>OST/DYS/OLD/GZ/04242/202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55818E04">
              <wp:simplePos x="0" y="0"/>
              <wp:positionH relativeFrom="page">
                <wp:align>left</wp:align>
              </wp:positionH>
              <wp:positionV relativeFrom="page">
                <wp:posOffset>191069</wp:posOffset>
              </wp:positionV>
              <wp:extent cx="7560310" cy="45719"/>
              <wp:effectExtent l="0" t="0" r="0" b="12065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4571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985CCA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A62B4C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.05pt;width:595.3pt;height:3.6pt;z-index:251667456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985CCA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A62B4C">
                      <w:rPr>
                        <w:rFonts w:ascii="Calibri" w:hAnsi="Calibri" w:cs="Calibri"/>
                        <w:color w:val="008000"/>
                        <w:sz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4A44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3C08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4CC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5E2B"/>
    <w:rsid w:val="00D9793B"/>
    <w:rsid w:val="00DA64DB"/>
    <w:rsid w:val="00DB1E5E"/>
    <w:rsid w:val="00DB22A3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3C98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Oświadczenie.docx</dmsv2BaseFileName>
    <dmsv2BaseDisplayName xmlns="http://schemas.microsoft.com/sharepoint/v3">Załącznik nr 4 do SWZ - Oświadczenie</dmsv2BaseDisplayName>
    <dmsv2SWPP2ObjectNumber xmlns="http://schemas.microsoft.com/sharepoint/v3">POST/DYS/OLD/GZ/04242/2025                        </dmsv2SWPP2ObjectNumber>
    <dmsv2SWPP2SumMD5 xmlns="http://schemas.microsoft.com/sharepoint/v3">dd1a198ffdbc4de546fc5c1d14b8d280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23846439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DPFVW34YURAE-834641568-4530</_dlc_DocId>
    <_dlc_DocIdUrl xmlns="a19cb1c7-c5c7-46d4-85ae-d83685407bba">
      <Url>https://swpp2.dms.gkpge.pl/sites/40/_layouts/15/DocIdRedir.aspx?ID=DPFVW34YURAE-834641568-4530</Url>
      <Description>DPFVW34YURAE-834641568-4530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52C7C8C-7587-4178-93F7-87EAF367CC9F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b6a7fc3-c441-41c3-bbfc-a960266391e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B1620A4-C4A4-4626-99C6-87B89F55B0B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3</Pages>
  <Words>829</Words>
  <Characters>4975</Characters>
  <Application>Microsoft Office Word</Application>
  <DocSecurity>0</DocSecurity>
  <Lines>41</Lines>
  <Paragraphs>11</Paragraphs>
  <ScaleCrop>false</ScaleCrop>
  <Company>PGE Systemy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3</cp:revision>
  <cp:lastPrinted>2024-07-15T11:21:00Z</cp:lastPrinted>
  <dcterms:created xsi:type="dcterms:W3CDTF">2025-11-24T10:32:00Z</dcterms:created>
  <dcterms:modified xsi:type="dcterms:W3CDTF">2025-11-25T08:07:00Z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46ac41d2-b894-4161-90fc-df2cacbafa8f</vt:lpwstr>
  </property>
</Properties>
</file>